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C3" w:rsidRDefault="003904C3" w:rsidP="000E35E4">
      <w:r>
        <w:t>Name_____________________</w:t>
      </w:r>
    </w:p>
    <w:p w:rsidR="003904C3" w:rsidRPr="000E35E4" w:rsidRDefault="003904C3" w:rsidP="000E35E4">
      <w:pPr>
        <w:jc w:val="center"/>
        <w:rPr>
          <w:sz w:val="32"/>
          <w:szCs w:val="32"/>
        </w:rPr>
      </w:pPr>
      <w:smartTag w:uri="urn:schemas-microsoft-com:office:smarttags" w:element="place">
        <w:r w:rsidRPr="000E35E4">
          <w:rPr>
            <w:b/>
            <w:i/>
            <w:sz w:val="32"/>
            <w:szCs w:val="32"/>
          </w:rPr>
          <w:t>Treasure Island</w:t>
        </w:r>
      </w:smartTag>
      <w:r w:rsidRPr="000E35E4">
        <w:rPr>
          <w:sz w:val="32"/>
          <w:szCs w:val="32"/>
        </w:rPr>
        <w:t>, Part One, Chapters 3-5</w:t>
      </w:r>
    </w:p>
    <w:p w:rsidR="003904C3" w:rsidRDefault="003904C3" w:rsidP="000E35E4">
      <w:pPr>
        <w:jc w:val="center"/>
      </w:pPr>
    </w:p>
    <w:p w:rsidR="003904C3" w:rsidRDefault="003904C3">
      <w:pPr>
        <w:rPr>
          <w:sz w:val="18"/>
          <w:szCs w:val="18"/>
        </w:rPr>
        <w:sectPr w:rsidR="003904C3" w:rsidSect="00B84C21">
          <w:pgSz w:w="12240" w:h="15840"/>
          <w:pgMar w:top="1008" w:right="720" w:bottom="1008" w:left="720" w:header="720" w:footer="720" w:gutter="0"/>
          <w:cols w:space="720"/>
          <w:docGrid w:linePitch="360"/>
        </w:sectPr>
      </w:pP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Swabs: low-ranking sailors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Yellow Jack: yellow fever, a disease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Lubber: a big, awkward, or stupid person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Peach: to tell on someone, or inform against them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Clamber: to climb awkwardly, as if scrambling</w:t>
      </w:r>
    </w:p>
    <w:p w:rsidR="003904C3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 xml:space="preserve">Apoplexy: stroke; loss of consciousness caused by lack of 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oxygen in the brain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Hamlet: a community of people smaller than a village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Smuggle: to bring in or take out something illegally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Lugger: small fishing boat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Embolden: to make bold or brave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Foolhardy: unwisely bold, adventurous, or rash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Gully: a large knife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Obstinate: stubborn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 xml:space="preserve">Disperse: to drive off or scatter 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Formidable: causing fear, dread, or alarm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Shirk: to sneak away from something or avoid an obligation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Malingering: to pretend one is incapable of doing something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Pluck: courage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Miscreant:  a villain or one without morals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Wrest: to pull, force, or move violently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Deplore: to strongly regret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Squire: man who owns much land OR lawyer or judge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Trump: a reliable or admirable person</w:t>
      </w:r>
    </w:p>
    <w:p w:rsidR="003904C3" w:rsidRPr="000E35E4" w:rsidRDefault="003904C3">
      <w:pPr>
        <w:rPr>
          <w:sz w:val="18"/>
          <w:szCs w:val="18"/>
        </w:rPr>
      </w:pPr>
      <w:r w:rsidRPr="000E35E4">
        <w:rPr>
          <w:sz w:val="18"/>
          <w:szCs w:val="18"/>
        </w:rPr>
        <w:t>Prodigious: extraordinary; impressively great in size or force</w:t>
      </w:r>
    </w:p>
    <w:p w:rsidR="003904C3" w:rsidRDefault="003904C3">
      <w:pPr>
        <w:sectPr w:rsidR="003904C3" w:rsidSect="000E35E4">
          <w:type w:val="continuous"/>
          <w:pgSz w:w="12240" w:h="15840"/>
          <w:pgMar w:top="1008" w:right="720" w:bottom="1008" w:left="720" w:header="720" w:footer="720" w:gutter="0"/>
          <w:cols w:num="2" w:space="720" w:equalWidth="0">
            <w:col w:w="5040" w:space="720"/>
            <w:col w:w="5040"/>
          </w:cols>
          <w:docGrid w:linePitch="360"/>
        </w:sectPr>
      </w:pPr>
    </w:p>
    <w:p w:rsidR="003904C3" w:rsidRDefault="003904C3"/>
    <w:p w:rsidR="003904C3" w:rsidRDefault="003904C3">
      <w:r w:rsidRPr="000E35E4">
        <w:rPr>
          <w:b/>
        </w:rPr>
        <w:t>Vocabulary:</w:t>
      </w:r>
      <w:r>
        <w:t xml:space="preserve"> </w:t>
      </w:r>
      <w:r w:rsidRPr="000E35E4">
        <w:rPr>
          <w:i/>
        </w:rPr>
        <w:t>Memorize the meaning of each of these words.</w:t>
      </w:r>
    </w:p>
    <w:p w:rsidR="003904C3" w:rsidRDefault="003904C3" w:rsidP="005B25E6">
      <w:pPr>
        <w:spacing w:line="360" w:lineRule="auto"/>
      </w:pPr>
      <w:r>
        <w:t xml:space="preserve">Ambiguity: </w:t>
      </w:r>
    </w:p>
    <w:p w:rsidR="003904C3" w:rsidRDefault="003904C3" w:rsidP="005B25E6">
      <w:pPr>
        <w:spacing w:line="360" w:lineRule="auto"/>
      </w:pPr>
      <w:r>
        <w:t xml:space="preserve">Rogue: </w:t>
      </w:r>
    </w:p>
    <w:p w:rsidR="003904C3" w:rsidRDefault="003904C3" w:rsidP="005B25E6">
      <w:pPr>
        <w:spacing w:line="360" w:lineRule="auto"/>
      </w:pPr>
      <w:r>
        <w:t xml:space="preserve">Summons: </w:t>
      </w:r>
    </w:p>
    <w:p w:rsidR="003904C3" w:rsidRDefault="003904C3" w:rsidP="005B25E6">
      <w:pPr>
        <w:spacing w:line="360" w:lineRule="auto"/>
      </w:pPr>
      <w:r>
        <w:t xml:space="preserve">Condescending: </w:t>
      </w:r>
    </w:p>
    <w:p w:rsidR="003904C3" w:rsidRDefault="003904C3" w:rsidP="005B25E6">
      <w:pPr>
        <w:spacing w:line="360" w:lineRule="auto"/>
      </w:pPr>
      <w:r>
        <w:t xml:space="preserve">Cow: </w:t>
      </w:r>
    </w:p>
    <w:p w:rsidR="003904C3" w:rsidRDefault="003904C3" w:rsidP="005B25E6">
      <w:pPr>
        <w:spacing w:line="360" w:lineRule="auto"/>
      </w:pPr>
      <w:r>
        <w:t xml:space="preserve">Irresolute: </w:t>
      </w:r>
    </w:p>
    <w:p w:rsidR="003904C3" w:rsidRDefault="003904C3" w:rsidP="005B339F"/>
    <w:p w:rsidR="003904C3" w:rsidRPr="000E35E4" w:rsidRDefault="003904C3">
      <w:pPr>
        <w:rPr>
          <w:sz w:val="20"/>
          <w:szCs w:val="20"/>
        </w:rPr>
      </w:pPr>
      <w:r w:rsidRPr="000E35E4">
        <w:rPr>
          <w:sz w:val="20"/>
          <w:szCs w:val="20"/>
        </w:rPr>
        <w:t>Chapter Three Comprehension Questions</w:t>
      </w:r>
    </w:p>
    <w:p w:rsidR="003904C3" w:rsidRPr="000E35E4" w:rsidRDefault="003904C3" w:rsidP="00A702E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E35E4">
        <w:rPr>
          <w:sz w:val="20"/>
          <w:szCs w:val="20"/>
        </w:rPr>
        <w:t>What does the captain mean when he says, “my fingers fidges” (page 10)?  Use the rest of the paragraph to help you answer this question.</w:t>
      </w:r>
    </w:p>
    <w:p w:rsidR="003904C3" w:rsidRPr="000E35E4" w:rsidRDefault="003904C3" w:rsidP="00A702E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E35E4">
        <w:rPr>
          <w:sz w:val="20"/>
          <w:szCs w:val="20"/>
        </w:rPr>
        <w:t>What finally convinces Jim to bring the captain some rum?</w:t>
      </w:r>
    </w:p>
    <w:p w:rsidR="003904C3" w:rsidRPr="000E35E4" w:rsidRDefault="003904C3" w:rsidP="00A702E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E35E4">
        <w:rPr>
          <w:sz w:val="20"/>
          <w:szCs w:val="20"/>
        </w:rPr>
        <w:t>What does the captain ask Jim to do if there should be any trouble with the other pirates?</w:t>
      </w:r>
    </w:p>
    <w:p w:rsidR="003904C3" w:rsidRPr="000E35E4" w:rsidRDefault="003904C3" w:rsidP="00A702E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E35E4">
        <w:rPr>
          <w:sz w:val="20"/>
          <w:szCs w:val="20"/>
        </w:rPr>
        <w:t>What does the blind man put in the captain’s hand?</w:t>
      </w:r>
    </w:p>
    <w:p w:rsidR="003904C3" w:rsidRPr="000E35E4" w:rsidRDefault="003904C3" w:rsidP="00A702E5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E35E4">
        <w:rPr>
          <w:sz w:val="20"/>
          <w:szCs w:val="20"/>
        </w:rPr>
        <w:t>What does the captain do when he sees it?</w:t>
      </w:r>
    </w:p>
    <w:p w:rsidR="003904C3" w:rsidRPr="000E35E4" w:rsidRDefault="003904C3" w:rsidP="00963ECC">
      <w:pPr>
        <w:rPr>
          <w:sz w:val="20"/>
          <w:szCs w:val="20"/>
        </w:rPr>
      </w:pPr>
      <w:r w:rsidRPr="000E35E4">
        <w:rPr>
          <w:sz w:val="20"/>
          <w:szCs w:val="20"/>
        </w:rPr>
        <w:t>Chapter Four Comprehension Questions</w:t>
      </w:r>
    </w:p>
    <w:p w:rsidR="003904C3" w:rsidRPr="000E35E4" w:rsidRDefault="003904C3" w:rsidP="00963E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E35E4">
        <w:rPr>
          <w:sz w:val="20"/>
          <w:szCs w:val="20"/>
        </w:rPr>
        <w:t>Where do Jim and his mother go for help?  How do people respond?</w:t>
      </w:r>
    </w:p>
    <w:p w:rsidR="003904C3" w:rsidRPr="000E35E4" w:rsidRDefault="003904C3" w:rsidP="00963E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E35E4">
        <w:rPr>
          <w:sz w:val="20"/>
          <w:szCs w:val="20"/>
        </w:rPr>
        <w:t>Where do they find the key to the sea chest?</w:t>
      </w:r>
    </w:p>
    <w:p w:rsidR="003904C3" w:rsidRPr="000E35E4" w:rsidRDefault="003904C3" w:rsidP="00963E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E35E4">
        <w:rPr>
          <w:sz w:val="20"/>
          <w:szCs w:val="20"/>
        </w:rPr>
        <w:t>When Jim and his mother find the money, what does his mother insist that she will not do?</w:t>
      </w:r>
    </w:p>
    <w:p w:rsidR="003904C3" w:rsidRPr="000E35E4" w:rsidRDefault="003904C3" w:rsidP="00963E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E35E4">
        <w:rPr>
          <w:sz w:val="20"/>
          <w:szCs w:val="20"/>
        </w:rPr>
        <w:t>What does Jim take from the chest?</w:t>
      </w:r>
    </w:p>
    <w:p w:rsidR="003904C3" w:rsidRPr="000E35E4" w:rsidRDefault="003904C3" w:rsidP="00963ECC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E35E4">
        <w:rPr>
          <w:sz w:val="20"/>
          <w:szCs w:val="20"/>
        </w:rPr>
        <w:t>What happens to Jim’s mother on the way out of the inn?</w:t>
      </w:r>
    </w:p>
    <w:p w:rsidR="003904C3" w:rsidRPr="000E35E4" w:rsidRDefault="003904C3" w:rsidP="00317678">
      <w:pPr>
        <w:rPr>
          <w:sz w:val="20"/>
          <w:szCs w:val="20"/>
        </w:rPr>
      </w:pPr>
      <w:r w:rsidRPr="000E35E4">
        <w:rPr>
          <w:sz w:val="20"/>
          <w:szCs w:val="20"/>
        </w:rPr>
        <w:t>Chapter Five Comprehension Questions</w:t>
      </w:r>
    </w:p>
    <w:p w:rsidR="003904C3" w:rsidRPr="000E35E4" w:rsidRDefault="003904C3" w:rsidP="0031767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E35E4">
        <w:rPr>
          <w:sz w:val="20"/>
          <w:szCs w:val="20"/>
        </w:rPr>
        <w:t>What is the blind man’s name?</w:t>
      </w:r>
    </w:p>
    <w:p w:rsidR="003904C3" w:rsidRPr="000E35E4" w:rsidRDefault="003904C3" w:rsidP="0031767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E35E4">
        <w:rPr>
          <w:sz w:val="20"/>
          <w:szCs w:val="20"/>
        </w:rPr>
        <w:t>What are the names of three other men who were with the blind man?</w:t>
      </w:r>
    </w:p>
    <w:p w:rsidR="003904C3" w:rsidRPr="000E35E4" w:rsidRDefault="003904C3" w:rsidP="0031767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E35E4">
        <w:rPr>
          <w:sz w:val="20"/>
          <w:szCs w:val="20"/>
        </w:rPr>
        <w:t>What happens to the blind man?</w:t>
      </w:r>
    </w:p>
    <w:p w:rsidR="003904C3" w:rsidRPr="000E35E4" w:rsidRDefault="003904C3" w:rsidP="00317678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0E35E4">
        <w:rPr>
          <w:sz w:val="20"/>
          <w:szCs w:val="20"/>
        </w:rPr>
        <w:t>Where does Jim decide to go at the end of the chapter?</w:t>
      </w:r>
    </w:p>
    <w:p w:rsidR="003904C3" w:rsidRPr="000E35E4" w:rsidRDefault="003904C3" w:rsidP="00317678">
      <w:pPr>
        <w:rPr>
          <w:sz w:val="20"/>
          <w:szCs w:val="20"/>
        </w:rPr>
      </w:pPr>
      <w:r w:rsidRPr="000E35E4">
        <w:rPr>
          <w:sz w:val="20"/>
          <w:szCs w:val="20"/>
        </w:rPr>
        <w:t>Chapter Six Comprehension Questions</w:t>
      </w:r>
    </w:p>
    <w:p w:rsidR="003904C3" w:rsidRPr="000E35E4" w:rsidRDefault="003904C3" w:rsidP="0031767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E35E4">
        <w:rPr>
          <w:sz w:val="20"/>
          <w:szCs w:val="20"/>
        </w:rPr>
        <w:t>Describe the squire.</w:t>
      </w:r>
    </w:p>
    <w:p w:rsidR="003904C3" w:rsidRPr="000E35E4" w:rsidRDefault="003904C3" w:rsidP="0031767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E35E4">
        <w:rPr>
          <w:sz w:val="20"/>
          <w:szCs w:val="20"/>
        </w:rPr>
        <w:t>What is the squire’s name?</w:t>
      </w:r>
    </w:p>
    <w:p w:rsidR="003904C3" w:rsidRPr="000E35E4" w:rsidRDefault="003904C3" w:rsidP="0031767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E35E4">
        <w:rPr>
          <w:sz w:val="20"/>
          <w:szCs w:val="20"/>
        </w:rPr>
        <w:t xml:space="preserve">In your own words, tell how the squire describes </w:t>
      </w:r>
      <w:smartTag w:uri="urn:schemas-microsoft-com:office:smarttags" w:element="place">
        <w:smartTag w:uri="urn:schemas-microsoft-com:office:smarttags" w:element="City">
          <w:r w:rsidRPr="000E35E4">
            <w:rPr>
              <w:sz w:val="20"/>
              <w:szCs w:val="20"/>
            </w:rPr>
            <w:t>Flint</w:t>
          </w:r>
        </w:smartTag>
      </w:smartTag>
      <w:r w:rsidRPr="000E35E4">
        <w:rPr>
          <w:sz w:val="20"/>
          <w:szCs w:val="20"/>
        </w:rPr>
        <w:t>.</w:t>
      </w:r>
    </w:p>
    <w:p w:rsidR="003904C3" w:rsidRPr="000E35E4" w:rsidRDefault="003904C3" w:rsidP="0031767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E35E4">
        <w:rPr>
          <w:sz w:val="20"/>
          <w:szCs w:val="20"/>
        </w:rPr>
        <w:t>What was in the oilskin packet?</w:t>
      </w:r>
    </w:p>
    <w:p w:rsidR="003904C3" w:rsidRPr="000E35E4" w:rsidRDefault="003904C3" w:rsidP="0031767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E35E4">
        <w:rPr>
          <w:sz w:val="20"/>
          <w:szCs w:val="20"/>
        </w:rPr>
        <w:t>What do the squire, the doctor, and Jim decide to do?</w:t>
      </w:r>
      <w:bookmarkStart w:id="0" w:name="_GoBack"/>
      <w:bookmarkEnd w:id="0"/>
    </w:p>
    <w:p w:rsidR="003904C3" w:rsidRDefault="003904C3" w:rsidP="00963ECC"/>
    <w:p w:rsidR="003904C3" w:rsidRDefault="003904C3" w:rsidP="00963ECC"/>
    <w:sectPr w:rsidR="003904C3" w:rsidSect="000E35E4">
      <w:type w:val="continuous"/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6AF4"/>
    <w:multiLevelType w:val="hybridMultilevel"/>
    <w:tmpl w:val="DF1A93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9614B8"/>
    <w:multiLevelType w:val="hybridMultilevel"/>
    <w:tmpl w:val="34EA74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2D7A9C"/>
    <w:multiLevelType w:val="hybridMultilevel"/>
    <w:tmpl w:val="05D89D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FA6B00"/>
    <w:multiLevelType w:val="hybridMultilevel"/>
    <w:tmpl w:val="520299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02E5"/>
    <w:rsid w:val="00010EE4"/>
    <w:rsid w:val="000E35E4"/>
    <w:rsid w:val="00206FC6"/>
    <w:rsid w:val="00272A4E"/>
    <w:rsid w:val="002A7AC7"/>
    <w:rsid w:val="002C4104"/>
    <w:rsid w:val="002F46D5"/>
    <w:rsid w:val="00315E34"/>
    <w:rsid w:val="00317678"/>
    <w:rsid w:val="00350C9C"/>
    <w:rsid w:val="003904C3"/>
    <w:rsid w:val="0039322B"/>
    <w:rsid w:val="003F2EBD"/>
    <w:rsid w:val="004D4688"/>
    <w:rsid w:val="00570C1C"/>
    <w:rsid w:val="005960C3"/>
    <w:rsid w:val="005B25E6"/>
    <w:rsid w:val="005B339F"/>
    <w:rsid w:val="0060264E"/>
    <w:rsid w:val="006767BD"/>
    <w:rsid w:val="0076798E"/>
    <w:rsid w:val="00784D69"/>
    <w:rsid w:val="007D59CC"/>
    <w:rsid w:val="008B327E"/>
    <w:rsid w:val="00963ECC"/>
    <w:rsid w:val="00A17CD1"/>
    <w:rsid w:val="00A702E5"/>
    <w:rsid w:val="00B84C21"/>
    <w:rsid w:val="00BA72D7"/>
    <w:rsid w:val="00BD68E3"/>
    <w:rsid w:val="00C26C12"/>
    <w:rsid w:val="00C47926"/>
    <w:rsid w:val="00CB6542"/>
    <w:rsid w:val="00CD53D2"/>
    <w:rsid w:val="00D717EF"/>
    <w:rsid w:val="00E316C0"/>
    <w:rsid w:val="00E85191"/>
    <w:rsid w:val="00EB11E1"/>
    <w:rsid w:val="00F07C70"/>
    <w:rsid w:val="00F863B9"/>
    <w:rsid w:val="00F9240D"/>
    <w:rsid w:val="00FB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7E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0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357</Words>
  <Characters>2037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</dc:title>
  <dc:subject/>
  <dc:creator>Erin</dc:creator>
  <cp:keywords/>
  <dc:description/>
  <cp:lastModifiedBy>erin.hendricks</cp:lastModifiedBy>
  <cp:revision>2</cp:revision>
  <dcterms:created xsi:type="dcterms:W3CDTF">2011-01-10T13:37:00Z</dcterms:created>
  <dcterms:modified xsi:type="dcterms:W3CDTF">2011-01-10T13:37:00Z</dcterms:modified>
</cp:coreProperties>
</file>